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4EF023AF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EA755E">
        <w:rPr>
          <w:lang w:eastAsia="cs-CZ"/>
        </w:rPr>
        <w:t>7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296143E4" w14:textId="3DE6BDC5" w:rsidR="009348E2" w:rsidRPr="00A07A54" w:rsidRDefault="00EA755E" w:rsidP="00B511BC">
      <w:pPr>
        <w:pStyle w:val="Nadpis1"/>
        <w:rPr>
          <w:rFonts w:asciiTheme="minorHAnsi" w:hAnsiTheme="minorHAnsi" w:cstheme="minorHAnsi"/>
          <w:sz w:val="18"/>
          <w:szCs w:val="18"/>
        </w:rPr>
      </w:pPr>
      <w:r w:rsidRPr="00EA755E">
        <w:rPr>
          <w:rFonts w:eastAsia="Times New Roman"/>
        </w:rPr>
        <w:t>Vzor potvrzení o počtu odučených</w:t>
      </w:r>
      <w:r>
        <w:rPr>
          <w:rFonts w:eastAsia="Times New Roman"/>
        </w:rPr>
        <w:t xml:space="preserve"> </w:t>
      </w:r>
      <w:r w:rsidRPr="00EA755E">
        <w:rPr>
          <w:rFonts w:eastAsia="Times New Roman"/>
        </w:rPr>
        <w:t>výukových hodin</w:t>
      </w:r>
      <w:r>
        <w:rPr>
          <w:rFonts w:eastAsia="Times New Roman"/>
        </w:rPr>
        <w:t xml:space="preserve"> </w:t>
      </w:r>
      <w:r w:rsidR="00B511BC">
        <w:rPr>
          <w:rFonts w:eastAsia="Times New Roman"/>
        </w:rPr>
        <w:t xml:space="preserve">člena realizačního </w:t>
      </w:r>
      <w:proofErr w:type="gramStart"/>
      <w:r w:rsidR="00B511BC">
        <w:rPr>
          <w:rFonts w:eastAsia="Times New Roman"/>
        </w:rPr>
        <w:t xml:space="preserve">týmu - </w:t>
      </w:r>
      <w:r>
        <w:rPr>
          <w:rFonts w:eastAsia="Times New Roman"/>
        </w:rPr>
        <w:t>lektora</w:t>
      </w:r>
      <w:proofErr w:type="gramEnd"/>
      <w:r>
        <w:rPr>
          <w:rFonts w:eastAsia="Times New Roman"/>
        </w:rPr>
        <w:t xml:space="preserve"> 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7C4B2CD9" w14:textId="74466D19" w:rsidR="009348E2" w:rsidRDefault="009234AC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DDF1D1" w14:textId="77777777" w:rsidR="009348E2" w:rsidRPr="00A07A54" w:rsidRDefault="009348E2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69786774" w14:textId="32858E2C" w:rsidR="009348E2" w:rsidRPr="00A07A54" w:rsidRDefault="006748E4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Titul: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9ED41D8" w14:textId="396807EB" w:rsidR="00EA755E" w:rsidRPr="00DF45FC" w:rsidRDefault="00EA755E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Identifikační údaje subjektu, u něhož lektor konal školení MS Office: </w:t>
      </w:r>
      <w:bookmarkStart w:id="0" w:name="_Hlk158985834"/>
      <w:r w:rsidRPr="00DF45FC">
        <w:rPr>
          <w:rFonts w:cstheme="minorHAnsi"/>
          <w:b/>
          <w:bCs/>
          <w:highlight w:val="green"/>
        </w:rPr>
        <w:t>[DOPLNÍ DODAVATEL]</w:t>
      </w:r>
    </w:p>
    <w:bookmarkEnd w:id="0"/>
    <w:p w14:paraId="39A86E71" w14:textId="4326297A" w:rsidR="00DF45FC" w:rsidRPr="00DF45FC" w:rsidRDefault="00EA755E" w:rsidP="00DF45FC">
      <w:pPr>
        <w:pStyle w:val="Odstavecseseznamem"/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 w:rsidRPr="00DF45FC">
        <w:rPr>
          <w:rFonts w:cstheme="minorHAnsi"/>
        </w:rPr>
        <w:t>F</w:t>
      </w:r>
      <w:r w:rsidR="009348E2" w:rsidRPr="00DF45FC">
        <w:rPr>
          <w:rFonts w:cstheme="minorHAnsi"/>
        </w:rPr>
        <w:t>unkce/pracovní pozice</w:t>
      </w:r>
      <w:r w:rsidRPr="00DF45FC">
        <w:rPr>
          <w:rFonts w:cstheme="minorHAnsi"/>
        </w:rPr>
        <w:t>, kterou hodnocený lektor vykonával u subjektu specifikovaného v</w:t>
      </w:r>
      <w:r w:rsidR="00DF45FC" w:rsidRPr="00DF45FC">
        <w:rPr>
          <w:rFonts w:cstheme="minorHAnsi"/>
        </w:rPr>
        <w:t> písm.</w:t>
      </w:r>
      <w:r w:rsidRPr="00DF45FC">
        <w:rPr>
          <w:rFonts w:cstheme="minorHAnsi"/>
        </w:rPr>
        <w:t xml:space="preserve"> e)</w:t>
      </w:r>
      <w:proofErr w:type="gramStart"/>
      <w:r w:rsidRPr="00DF45FC">
        <w:rPr>
          <w:rFonts w:cstheme="minorHAnsi"/>
        </w:rPr>
        <w:t>.</w:t>
      </w:r>
      <w:r w:rsidR="00DF45FC" w:rsidRPr="00DF45FC">
        <w:rPr>
          <w:rFonts w:cstheme="minorHAnsi"/>
        </w:rPr>
        <w:t xml:space="preserve">: </w:t>
      </w:r>
      <w:r w:rsidR="00DF45FC" w:rsidRPr="00DF45FC">
        <w:rPr>
          <w:rFonts w:cstheme="minorHAnsi"/>
          <w:b/>
          <w:bCs/>
          <w:highlight w:val="green"/>
        </w:rPr>
        <w:t xml:space="preserve"> [</w:t>
      </w:r>
      <w:proofErr w:type="gramEnd"/>
      <w:r w:rsidR="00DF45FC" w:rsidRPr="00DF45FC">
        <w:rPr>
          <w:rFonts w:cstheme="minorHAnsi"/>
          <w:b/>
          <w:bCs/>
          <w:highlight w:val="green"/>
        </w:rPr>
        <w:t>DOPLNÍ DODAVATEL]</w:t>
      </w:r>
    </w:p>
    <w:p w14:paraId="2FDA0635" w14:textId="6ECB1B4E" w:rsidR="00DF45FC" w:rsidRPr="00DF45FC" w:rsidRDefault="00EA755E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D</w:t>
      </w:r>
      <w:r w:rsidR="00DF45FC">
        <w:rPr>
          <w:rFonts w:cstheme="minorHAnsi"/>
        </w:rPr>
        <w:t>élka</w:t>
      </w:r>
      <w:r>
        <w:rPr>
          <w:rFonts w:cstheme="minorHAnsi"/>
        </w:rPr>
        <w:t xml:space="preserve"> konání školení MS Office u subjektu dle </w:t>
      </w:r>
      <w:r w:rsidR="00DF45FC">
        <w:rPr>
          <w:rFonts w:cstheme="minorHAnsi"/>
        </w:rPr>
        <w:t>písm.</w:t>
      </w:r>
      <w:r>
        <w:rPr>
          <w:rFonts w:cstheme="minorHAnsi"/>
        </w:rPr>
        <w:t xml:space="preserve"> e) (měsíc/rok – měsíc/rok)</w:t>
      </w:r>
      <w:r w:rsidR="00DF45FC">
        <w:rPr>
          <w:rFonts w:cstheme="minorHAnsi"/>
        </w:rPr>
        <w:t xml:space="preserve">: </w:t>
      </w:r>
      <w:r w:rsidR="00DF45FC" w:rsidRPr="00DF45FC">
        <w:rPr>
          <w:rFonts w:cstheme="minorHAnsi"/>
          <w:b/>
          <w:bCs/>
          <w:highlight w:val="green"/>
        </w:rPr>
        <w:t>[DOPLNÍ DODAVATEL]</w:t>
      </w:r>
    </w:p>
    <w:p w14:paraId="3665E512" w14:textId="2344FDFC" w:rsidR="00DF45FC" w:rsidRPr="00DF45FC" w:rsidRDefault="00DF45FC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Počet odučených výukových hodin (1 výuková hodina = 45 minut) za dobu dle písm. g) zaměřených na MS Office: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6A8AF556" w14:textId="77777777" w:rsidR="00DF45FC" w:rsidRDefault="00DF45FC" w:rsidP="00DF45FC">
      <w:pPr>
        <w:spacing w:line="276" w:lineRule="auto"/>
        <w:jc w:val="both"/>
        <w:rPr>
          <w:rFonts w:cstheme="minorHAnsi"/>
        </w:rPr>
      </w:pPr>
    </w:p>
    <w:p w14:paraId="35BD2B01" w14:textId="77777777" w:rsidR="00B511BC" w:rsidRDefault="00B511BC" w:rsidP="00DF45FC">
      <w:pPr>
        <w:spacing w:line="276" w:lineRule="auto"/>
        <w:jc w:val="both"/>
        <w:rPr>
          <w:rFonts w:cstheme="minorHAnsi"/>
        </w:rPr>
      </w:pPr>
    </w:p>
    <w:p w14:paraId="490E225A" w14:textId="77777777" w:rsidR="00B511BC" w:rsidRDefault="00B511BC" w:rsidP="00DF45FC">
      <w:pPr>
        <w:spacing w:line="276" w:lineRule="auto"/>
        <w:jc w:val="both"/>
        <w:rPr>
          <w:rFonts w:cstheme="minorHAnsi"/>
        </w:rPr>
      </w:pPr>
    </w:p>
    <w:p w14:paraId="04FFB113" w14:textId="77777777" w:rsidR="00B511BC" w:rsidRDefault="00B511BC" w:rsidP="001871A6">
      <w:pPr>
        <w:spacing w:after="600" w:line="276" w:lineRule="auto"/>
        <w:jc w:val="both"/>
        <w:rPr>
          <w:rFonts w:cstheme="minorHAnsi"/>
        </w:rPr>
      </w:pPr>
    </w:p>
    <w:p w14:paraId="5D1796D1" w14:textId="3A5D9032" w:rsidR="00DF45FC" w:rsidRDefault="00DF45FC" w:rsidP="00B511BC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Potvrzení vydáno dne …………</w:t>
      </w:r>
      <w:r w:rsidR="006748E4">
        <w:rPr>
          <w:rFonts w:cstheme="minorHAnsi"/>
        </w:rPr>
        <w:t>……</w:t>
      </w:r>
      <w:r>
        <w:rPr>
          <w:rFonts w:cstheme="minorHAnsi"/>
        </w:rPr>
        <w:t>…</w:t>
      </w:r>
      <w:proofErr w:type="gramStart"/>
      <w:r w:rsidR="002150D4">
        <w:rPr>
          <w:rFonts w:cstheme="minorHAnsi"/>
        </w:rPr>
        <w:t>…</w:t>
      </w:r>
      <w:r>
        <w:rPr>
          <w:rFonts w:cstheme="minorHAnsi"/>
        </w:rPr>
        <w:t>….</w:t>
      </w:r>
      <w:proofErr w:type="gramEnd"/>
      <w:r>
        <w:rPr>
          <w:rFonts w:cstheme="minorHAnsi"/>
        </w:rPr>
        <w:t>.</w:t>
      </w:r>
    </w:p>
    <w:p w14:paraId="415BA5E6" w14:textId="4CA53FA6" w:rsidR="00DF45FC" w:rsidRPr="006748E4" w:rsidRDefault="00DF45FC" w:rsidP="001871A6">
      <w:pPr>
        <w:spacing w:after="0" w:line="276" w:lineRule="auto"/>
        <w:contextualSpacing/>
        <w:jc w:val="both"/>
        <w:rPr>
          <w:rFonts w:cstheme="minorHAnsi"/>
          <w:sz w:val="16"/>
          <w:szCs w:val="16"/>
          <w:highlight w:val="green"/>
        </w:rPr>
      </w:pPr>
      <w:r w:rsidRPr="006748E4">
        <w:rPr>
          <w:rFonts w:cstheme="minorHAnsi"/>
          <w:sz w:val="16"/>
          <w:szCs w:val="16"/>
          <w:highlight w:val="green"/>
        </w:rPr>
        <w:t>Pod</w:t>
      </w:r>
      <w:r w:rsidR="002150D4" w:rsidRPr="006748E4">
        <w:rPr>
          <w:rFonts w:cstheme="minorHAnsi"/>
          <w:sz w:val="16"/>
          <w:szCs w:val="16"/>
          <w:highlight w:val="green"/>
        </w:rPr>
        <w:t>pis</w:t>
      </w:r>
      <w:r w:rsidR="001871A6" w:rsidRPr="006748E4">
        <w:rPr>
          <w:rFonts w:cstheme="minorHAnsi"/>
          <w:sz w:val="16"/>
          <w:szCs w:val="16"/>
          <w:highlight w:val="green"/>
        </w:rPr>
        <w:t xml:space="preserve"> (příp. razítko)</w:t>
      </w:r>
    </w:p>
    <w:p w14:paraId="06C4264A" w14:textId="1FE7B15B" w:rsidR="001871A6" w:rsidRDefault="001871A6" w:rsidP="001871A6">
      <w:pPr>
        <w:spacing w:line="276" w:lineRule="auto"/>
        <w:contextualSpacing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</w:t>
      </w:r>
      <w:r w:rsidR="007167DD">
        <w:rPr>
          <w:rFonts w:cstheme="minorHAnsi"/>
        </w:rPr>
        <w:t>……….</w:t>
      </w:r>
    </w:p>
    <w:p w14:paraId="6135CF3A" w14:textId="77777777" w:rsidR="001871A6" w:rsidRPr="006748E4" w:rsidRDefault="001871A6" w:rsidP="001871A6">
      <w:pPr>
        <w:spacing w:after="0" w:line="276" w:lineRule="auto"/>
        <w:jc w:val="both"/>
        <w:rPr>
          <w:rFonts w:cstheme="minorHAnsi"/>
          <w:b/>
          <w:bCs/>
          <w:highlight w:val="green"/>
        </w:rPr>
      </w:pPr>
      <w:r w:rsidRPr="006748E4">
        <w:rPr>
          <w:rFonts w:cstheme="minorHAnsi"/>
          <w:b/>
          <w:bCs/>
          <w:highlight w:val="green"/>
        </w:rPr>
        <w:t xml:space="preserve">Jméno osoby oprávněné jednat za </w:t>
      </w:r>
    </w:p>
    <w:p w14:paraId="05640D47" w14:textId="078E7E4A" w:rsidR="00DF45FC" w:rsidRPr="006748E4" w:rsidRDefault="001871A6" w:rsidP="001871A6">
      <w:pPr>
        <w:spacing w:line="276" w:lineRule="auto"/>
        <w:jc w:val="both"/>
        <w:rPr>
          <w:rFonts w:cstheme="minorHAnsi"/>
          <w:b/>
          <w:bCs/>
          <w:highlight w:val="green"/>
        </w:rPr>
      </w:pPr>
      <w:r w:rsidRPr="006748E4">
        <w:rPr>
          <w:rFonts w:cstheme="minorHAnsi"/>
          <w:b/>
          <w:bCs/>
          <w:highlight w:val="green"/>
        </w:rPr>
        <w:t>subjekt dle písm. e)</w:t>
      </w:r>
      <w:r w:rsidR="007C26D5" w:rsidRPr="006748E4">
        <w:rPr>
          <w:rFonts w:cstheme="minorHAnsi"/>
          <w:b/>
          <w:bCs/>
          <w:highlight w:val="green"/>
        </w:rPr>
        <w:t>.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7167DD">
      <w:pPr>
        <w:spacing w:after="120" w:line="276" w:lineRule="auto"/>
        <w:jc w:val="both"/>
        <w:rPr>
          <w:rFonts w:cstheme="minorHAnsi"/>
        </w:rPr>
      </w:pPr>
    </w:p>
    <w:sectPr w:rsidR="00A5796D" w:rsidSect="00C721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1DEA5" w14:textId="77777777" w:rsidR="00C72183" w:rsidRDefault="00C72183" w:rsidP="00962258">
      <w:pPr>
        <w:spacing w:after="0" w:line="240" w:lineRule="auto"/>
      </w:pPr>
      <w:r>
        <w:separator/>
      </w:r>
    </w:p>
  </w:endnote>
  <w:endnote w:type="continuationSeparator" w:id="0">
    <w:p w14:paraId="66E9CB27" w14:textId="77777777" w:rsidR="00C72183" w:rsidRDefault="00C721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3EE90" w14:textId="77777777" w:rsidR="00C72183" w:rsidRDefault="00C72183" w:rsidP="00962258">
      <w:pPr>
        <w:spacing w:after="0" w:line="240" w:lineRule="auto"/>
      </w:pPr>
      <w:r>
        <w:separator/>
      </w:r>
    </w:p>
  </w:footnote>
  <w:footnote w:type="continuationSeparator" w:id="0">
    <w:p w14:paraId="752D99D4" w14:textId="77777777" w:rsidR="00C72183" w:rsidRDefault="00C721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35E68"/>
    <w:multiLevelType w:val="hybridMultilevel"/>
    <w:tmpl w:val="8E225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07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5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6"/>
  </w:num>
  <w:num w:numId="17" w16cid:durableId="1960800146">
    <w:abstractNumId w:val="4"/>
  </w:num>
  <w:num w:numId="18" w16cid:durableId="333075026">
    <w:abstractNumId w:val="16"/>
  </w:num>
  <w:num w:numId="19" w16cid:durableId="644354574">
    <w:abstractNumId w:val="16"/>
  </w:num>
  <w:num w:numId="20" w16cid:durableId="1762946221">
    <w:abstractNumId w:val="16"/>
  </w:num>
  <w:num w:numId="21" w16cid:durableId="1288973351">
    <w:abstractNumId w:val="16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6"/>
  </w:num>
  <w:num w:numId="29" w16cid:durableId="482355799">
    <w:abstractNumId w:val="4"/>
  </w:num>
  <w:num w:numId="30" w16cid:durableId="1018894025">
    <w:abstractNumId w:val="16"/>
  </w:num>
  <w:num w:numId="31" w16cid:durableId="621695406">
    <w:abstractNumId w:val="16"/>
  </w:num>
  <w:num w:numId="32" w16cid:durableId="1785735067">
    <w:abstractNumId w:val="16"/>
  </w:num>
  <w:num w:numId="33" w16cid:durableId="1424911720">
    <w:abstractNumId w:val="16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7"/>
  </w:num>
  <w:num w:numId="39" w16cid:durableId="1181625517">
    <w:abstractNumId w:val="12"/>
  </w:num>
  <w:num w:numId="40" w16cid:durableId="1492062144">
    <w:abstractNumId w:val="14"/>
  </w:num>
  <w:num w:numId="41" w16cid:durableId="985166972">
    <w:abstractNumId w:val="9"/>
  </w:num>
  <w:num w:numId="42" w16cid:durableId="207611936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871A6"/>
    <w:rsid w:val="001D6EA1"/>
    <w:rsid w:val="001F209D"/>
    <w:rsid w:val="00207DF5"/>
    <w:rsid w:val="002150D4"/>
    <w:rsid w:val="002268EF"/>
    <w:rsid w:val="00227D55"/>
    <w:rsid w:val="00256810"/>
    <w:rsid w:val="002639E4"/>
    <w:rsid w:val="002645FF"/>
    <w:rsid w:val="00273499"/>
    <w:rsid w:val="00280E07"/>
    <w:rsid w:val="002A0C0D"/>
    <w:rsid w:val="002C31BF"/>
    <w:rsid w:val="002C4DFB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48E4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10723"/>
    <w:rsid w:val="007167DD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26D5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B15D0D"/>
    <w:rsid w:val="00B3648E"/>
    <w:rsid w:val="00B511BC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72183"/>
    <w:rsid w:val="00C80068"/>
    <w:rsid w:val="00C83C94"/>
    <w:rsid w:val="00CC6937"/>
    <w:rsid w:val="00CD1FC4"/>
    <w:rsid w:val="00D21061"/>
    <w:rsid w:val="00D23894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4B94"/>
    <w:rsid w:val="00DE56F2"/>
    <w:rsid w:val="00DF116D"/>
    <w:rsid w:val="00DF45FC"/>
    <w:rsid w:val="00E16BC4"/>
    <w:rsid w:val="00E23B7D"/>
    <w:rsid w:val="00E36C4A"/>
    <w:rsid w:val="00E8306E"/>
    <w:rsid w:val="00E83A12"/>
    <w:rsid w:val="00E8440A"/>
    <w:rsid w:val="00E853D8"/>
    <w:rsid w:val="00E85BF6"/>
    <w:rsid w:val="00EA755E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5F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3</cp:revision>
  <cp:lastPrinted>2020-07-15T06:29:00Z</cp:lastPrinted>
  <dcterms:created xsi:type="dcterms:W3CDTF">2024-02-19T07:01:00Z</dcterms:created>
  <dcterms:modified xsi:type="dcterms:W3CDTF">2024-02-19T08:04:00Z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